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C29" w:rsidRPr="00FB00FA" w:rsidRDefault="00455C29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bookmarkStart w:id="0" w:name="_GoBack"/>
      <w:bookmarkEnd w:id="0"/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5C29" w:rsidRPr="00533862" w:rsidRDefault="00455C29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455C29" w:rsidRPr="00106F15" w:rsidRDefault="00455C29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455C29" w:rsidRPr="00106F15" w:rsidRDefault="00455C29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455C29" w:rsidRPr="00106F15" w:rsidRDefault="00455C29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455C29" w:rsidRPr="00533862" w:rsidRDefault="00455C29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455C29" w:rsidRPr="00106F15" w:rsidRDefault="00455C29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455C29" w:rsidRPr="00106F15" w:rsidRDefault="00455C29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455C29" w:rsidRPr="00106F15" w:rsidRDefault="00455C29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F902E4">
        <w:rPr>
          <w:rFonts w:ascii="Arial" w:hAnsi="Arial" w:cs="Arial"/>
          <w:b/>
          <w:caps/>
          <w:noProof/>
          <w:sz w:val="28"/>
          <w:szCs w:val="28"/>
        </w:rPr>
        <w:t>332</w:t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455C29" w:rsidRPr="005A03FA" w:rsidTr="000C7CFC">
        <w:trPr>
          <w:jc w:val="center"/>
        </w:trPr>
        <w:tc>
          <w:tcPr>
            <w:tcW w:w="1063" w:type="dxa"/>
          </w:tcPr>
          <w:p w:rsidR="00455C29" w:rsidRPr="005A03FA" w:rsidRDefault="00455C29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455C29" w:rsidRPr="005A03FA" w:rsidRDefault="00455C29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ao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Senhor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Marcos Sampaio</w:t>
            </w:r>
            <w:r>
              <w:rPr>
                <w:rFonts w:ascii="Arial" w:hAnsi="Arial" w:cs="Arial"/>
                <w:sz w:val="20"/>
                <w:szCs w:val="20"/>
              </w:rPr>
              <w:t xml:space="preserve"> por sua posse, ocorrida em 1º de agosto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como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Vereador</w:t>
            </w:r>
            <w:r>
              <w:rPr>
                <w:rFonts w:ascii="Arial" w:hAnsi="Arial" w:cs="Arial"/>
                <w:sz w:val="20"/>
                <w:szCs w:val="20"/>
              </w:rPr>
              <w:t xml:space="preserve"> da Câmara da Melhor Idade 2018.</w:t>
            </w:r>
          </w:p>
        </w:tc>
      </w:tr>
    </w:tbl>
    <w:p w:rsidR="00455C29" w:rsidRPr="00691CF5" w:rsidRDefault="00455C29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5C29" w:rsidRDefault="00455C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22200E">
        <w:rPr>
          <w:rFonts w:ascii="Arial" w:hAnsi="Arial" w:cs="Arial"/>
        </w:rPr>
        <w:t xml:space="preserve">Moção Congratulatória </w:t>
      </w:r>
      <w:r w:rsidRPr="00F902E4">
        <w:rPr>
          <w:rFonts w:ascii="Arial" w:hAnsi="Arial" w:cs="Arial"/>
          <w:noProof/>
        </w:rPr>
        <w:t>ao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Senhor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Marcos Sampaio</w:t>
      </w:r>
      <w:r>
        <w:rPr>
          <w:rFonts w:ascii="Arial" w:hAnsi="Arial" w:cs="Arial"/>
        </w:rPr>
        <w:t xml:space="preserve">, representante </w:t>
      </w:r>
      <w:r w:rsidRPr="00F902E4">
        <w:rPr>
          <w:rFonts w:ascii="Arial" w:hAnsi="Arial" w:cs="Arial"/>
          <w:noProof/>
        </w:rPr>
        <w:t>da</w:t>
      </w:r>
      <w:r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Fundação Cultural de Jacarehy</w:t>
      </w:r>
      <w:r>
        <w:rPr>
          <w:rFonts w:ascii="Arial" w:hAnsi="Arial" w:cs="Arial"/>
        </w:rPr>
        <w:t>,</w:t>
      </w:r>
      <w:r w:rsidRPr="0022200E">
        <w:rPr>
          <w:rFonts w:ascii="Arial" w:hAnsi="Arial" w:cs="Arial"/>
        </w:rPr>
        <w:t xml:space="preserve"> por sua posse como </w:t>
      </w:r>
      <w:r w:rsidRPr="00F902E4">
        <w:rPr>
          <w:rFonts w:ascii="Arial" w:hAnsi="Arial" w:cs="Arial"/>
          <w:noProof/>
        </w:rPr>
        <w:t>Vereador</w:t>
      </w:r>
      <w:r>
        <w:rPr>
          <w:rFonts w:ascii="Arial" w:hAnsi="Arial" w:cs="Arial"/>
        </w:rPr>
        <w:t xml:space="preserve"> da Câmara da Melhor Idade 2018</w:t>
      </w:r>
      <w:r w:rsidRPr="0022200E">
        <w:rPr>
          <w:rFonts w:ascii="Arial" w:hAnsi="Arial" w:cs="Arial"/>
        </w:rPr>
        <w:t xml:space="preserve">, ocorrida em 1º de agosto </w:t>
      </w:r>
      <w:proofErr w:type="gramStart"/>
      <w:r w:rsidRPr="0022200E">
        <w:rPr>
          <w:rFonts w:ascii="Arial" w:hAnsi="Arial" w:cs="Arial"/>
        </w:rPr>
        <w:t>do corrente</w:t>
      </w:r>
      <w:proofErr w:type="gramEnd"/>
      <w:r>
        <w:rPr>
          <w:rFonts w:ascii="Arial" w:hAnsi="Arial" w:cs="Arial"/>
        </w:rPr>
        <w:t>.</w:t>
      </w:r>
    </w:p>
    <w:p w:rsidR="00455C29" w:rsidRPr="00BF791A" w:rsidRDefault="00455C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Desejamos que seu mandato seja repleto de realizações.</w:t>
      </w:r>
    </w:p>
    <w:p w:rsidR="00455C29" w:rsidRDefault="00455C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455C29" w:rsidRDefault="00455C29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15 de agosto de 2018.</w:t>
      </w:r>
    </w:p>
    <w:p w:rsidR="00455C29" w:rsidRDefault="00455C29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5C29" w:rsidRDefault="00455C29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5C29" w:rsidRDefault="00455C29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5C29" w:rsidRPr="00A34F2C" w:rsidRDefault="00455C29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55C29" w:rsidRDefault="00455C29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455C29" w:rsidRDefault="00455C2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55C29" w:rsidRDefault="00455C29" w:rsidP="00E05DD5">
      <w:pPr>
        <w:jc w:val="center"/>
        <w:rPr>
          <w:rFonts w:ascii="Arial" w:hAnsi="Arial" w:cs="Arial"/>
        </w:rPr>
        <w:sectPr w:rsidR="00455C29" w:rsidSect="00455C29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455C29" w:rsidRPr="00A34F2C" w:rsidRDefault="00455C29" w:rsidP="00E05DD5">
      <w:pPr>
        <w:jc w:val="center"/>
        <w:rPr>
          <w:rFonts w:ascii="Arial" w:hAnsi="Arial" w:cs="Arial"/>
        </w:rPr>
      </w:pPr>
    </w:p>
    <w:sectPr w:rsidR="00455C29" w:rsidRPr="00A34F2C" w:rsidSect="00455C29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B34" w:rsidRDefault="00EF6B34">
      <w:r>
        <w:separator/>
      </w:r>
    </w:p>
  </w:endnote>
  <w:endnote w:type="continuationSeparator" w:id="0">
    <w:p w:rsidR="00EF6B34" w:rsidRDefault="00EF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C29" w:rsidRPr="00144FFF" w:rsidRDefault="00455C29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C29" w:rsidRPr="00150EE2" w:rsidRDefault="00455C2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44FFF" w:rsidRDefault="0022200E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50EE2" w:rsidRDefault="0022200E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B34" w:rsidRDefault="00EF6B34">
      <w:r>
        <w:separator/>
      </w:r>
    </w:p>
  </w:footnote>
  <w:footnote w:type="continuationSeparator" w:id="0">
    <w:p w:rsidR="00EF6B34" w:rsidRDefault="00EF6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C29" w:rsidRDefault="00455C29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455C29" w:rsidRPr="00317C1A" w:rsidRDefault="00455C29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5C29" w:rsidRPr="00EB04D6" w:rsidRDefault="00455C2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455C29" w:rsidRPr="00EB04D6" w:rsidRDefault="00455C2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5C29" w:rsidRPr="00F73DA3" w:rsidRDefault="00455C2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455C29" w:rsidRPr="00F73DA3" w:rsidRDefault="00455C2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455C29" w:rsidRPr="00F73DA3" w:rsidRDefault="00455C2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455C29" w:rsidRPr="00F73DA3" w:rsidRDefault="00455C2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70528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55C29" w:rsidRDefault="00455C2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C29" w:rsidRDefault="00455C2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5C29" w:rsidRPr="00EB04D6" w:rsidRDefault="00455C2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455C29" w:rsidRPr="00EB04D6" w:rsidRDefault="00455C2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5C29" w:rsidRPr="00F73DA3" w:rsidRDefault="00455C2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455C29" w:rsidRPr="00F73DA3" w:rsidRDefault="00455C2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455C29" w:rsidRPr="00F73DA3" w:rsidRDefault="00455C2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455C29" w:rsidRPr="00F73DA3" w:rsidRDefault="00455C2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22200E" w:rsidRPr="00317C1A" w:rsidRDefault="0022200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22200E" w:rsidRPr="00EB04D6" w:rsidRDefault="002220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00E" w:rsidRDefault="0022200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22200E" w:rsidRPr="00EB04D6" w:rsidRDefault="0022200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A7FA8"/>
    <w:rsid w:val="001B0773"/>
    <w:rsid w:val="001F13C3"/>
    <w:rsid w:val="00204ED7"/>
    <w:rsid w:val="002213FA"/>
    <w:rsid w:val="0022200E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55C29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0979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EF6B34"/>
    <w:rsid w:val="00F27895"/>
    <w:rsid w:val="00F420E5"/>
    <w:rsid w:val="00F5150F"/>
    <w:rsid w:val="00F65C85"/>
    <w:rsid w:val="00F73B58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56F74-F541-42DE-8B04-5277F599F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133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1</cp:revision>
  <cp:lastPrinted>2017-01-27T16:52:00Z</cp:lastPrinted>
  <dcterms:created xsi:type="dcterms:W3CDTF">2018-08-13T13:31:00Z</dcterms:created>
  <dcterms:modified xsi:type="dcterms:W3CDTF">2018-08-13T13:31:00Z</dcterms:modified>
</cp:coreProperties>
</file>